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BAE1C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00BAE1D" w14:textId="77777777" w:rsidR="00E468F0" w:rsidRDefault="00420242" w:rsidP="0042024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E468F0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400BAE1E" w14:textId="77777777" w:rsidR="00E468F0" w:rsidRDefault="00E468F0" w:rsidP="0042024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Change Management Programme</w:t>
      </w:r>
      <w:bookmarkStart w:id="0" w:name="_GoBack"/>
      <w:bookmarkEnd w:id="0"/>
    </w:p>
    <w:p w14:paraId="400BAE1F" w14:textId="5C26F393" w:rsidR="00E468F0" w:rsidRDefault="00E468F0" w:rsidP="00420242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SCP.06.00.EN</w:t>
      </w:r>
      <w:r w:rsidR="005341A7">
        <w:rPr>
          <w:rFonts w:ascii="Times New Roman" w:hAnsi="Times New Roman"/>
          <w:b/>
          <w:sz w:val="20"/>
          <w:szCs w:val="20"/>
          <w:lang w:val="en-US"/>
        </w:rPr>
        <w:t xml:space="preserve"> - annual</w:t>
      </w:r>
    </w:p>
    <w:p w14:paraId="400BAE20" w14:textId="77777777" w:rsidR="00E468F0" w:rsidRDefault="00E468F0" w:rsidP="00E468F0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400BAE21" w14:textId="77777777" w:rsidR="00E468F0" w:rsidRDefault="00E468F0" w:rsidP="00E468F0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420242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change management programme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5341A7" w:rsidRPr="008067D9" w14:paraId="266AB754" w14:textId="77777777" w:rsidTr="00375607">
        <w:tc>
          <w:tcPr>
            <w:tcW w:w="9670" w:type="dxa"/>
          </w:tcPr>
          <w:p w14:paraId="1D9CE0D9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="005341A7" w:rsidRPr="008067D9" w14:paraId="62B801F1" w14:textId="77777777" w:rsidTr="00375607">
        <w:trPr>
          <w:trHeight w:val="8981"/>
        </w:trPr>
        <w:tc>
          <w:tcPr>
            <w:tcW w:w="9670" w:type="dxa"/>
          </w:tcPr>
          <w:p w14:paraId="6707EAD4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C8B4A3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C6A116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1EBAF6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F72D7B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98B7C7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CF1CF2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96269C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541F71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46F3C3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026524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EF0619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C9B5C4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4EDB05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353F35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6BFC8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0BAE77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BAE7A" w14:textId="77777777" w:rsidR="00327411" w:rsidRDefault="00327411" w:rsidP="009E4B94">
      <w:pPr>
        <w:spacing w:line="240" w:lineRule="auto"/>
      </w:pPr>
      <w:r>
        <w:separator/>
      </w:r>
    </w:p>
  </w:endnote>
  <w:endnote w:type="continuationSeparator" w:id="0">
    <w:p w14:paraId="400BAE7B" w14:textId="77777777" w:rsidR="00327411" w:rsidRDefault="0032741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BAE7C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00BAE7F" wp14:editId="400BAE80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0BAE87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BAE7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400BAE87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00BAE81" wp14:editId="400BAE8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BAE7E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00BAE85" wp14:editId="400BAE86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BAE78" w14:textId="77777777" w:rsidR="00327411" w:rsidRDefault="00327411" w:rsidP="009E4B94">
      <w:pPr>
        <w:spacing w:line="240" w:lineRule="auto"/>
      </w:pPr>
      <w:r>
        <w:separator/>
      </w:r>
    </w:p>
  </w:footnote>
  <w:footnote w:type="continuationSeparator" w:id="0">
    <w:p w14:paraId="400BAE79" w14:textId="77777777" w:rsidR="00327411" w:rsidRDefault="0032741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BAE7D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400BAE83" wp14:editId="400BAE84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27411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0242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41A7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12C5"/>
    <w:rsid w:val="00A239DF"/>
    <w:rsid w:val="00A262CF"/>
    <w:rsid w:val="00A970D7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D5F31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68F0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0BA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5341A7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C75113-FD0A-4B13-BBDB-2E09524583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D4334-1E7F-492C-80D8-581ADAAB3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D0D79-1B23-4E4F-A3E2-FC0E3C84D6C5}"/>
</file>

<file path=customXml/itemProps4.xml><?xml version="1.0" encoding="utf-8"?>
<ds:datastoreItem xmlns:ds="http://schemas.openxmlformats.org/officeDocument/2006/customXml" ds:itemID="{FB16194D-D94E-4C4B-AD2C-AE725A7F43F1}">
  <ds:schemaRefs>
    <ds:schemaRef ds:uri="http://schemas.microsoft.com/office/2006/documentManagement/types"/>
    <ds:schemaRef ds:uri="0ec4ba45-9d27-40ef-892e-bb0fb3b5584a"/>
    <ds:schemaRef ds:uri="http://purl.org/dc/terms/"/>
    <ds:schemaRef ds:uri="a2e91a90-2021-4a92-9a86-3e9429d92af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63ed618-bf3e-4954-a830-28dd24904e9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25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2015-02-04T09:59:00Z</dcterms:created>
  <dcterms:modified xsi:type="dcterms:W3CDTF">2018-01-04T11:13:00Z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0329b3f2-a1d3-4ce5-b5d9-9d59b8817133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